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02C318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740625" w:rsidRPr="00740625">
        <w:rPr>
          <w:rFonts w:ascii="Times New Roman" w:hAnsi="Times New Roman" w:cs="Times New Roman"/>
          <w:sz w:val="24"/>
          <w:szCs w:val="24"/>
        </w:rPr>
        <w:t>1-47.3218</w:t>
      </w:r>
      <w:r w:rsidR="00740625" w:rsidRPr="00740625">
        <w:rPr>
          <w:rFonts w:ascii="Times New Roman" w:hAnsi="Times New Roman" w:cs="Times New Roman"/>
          <w:sz w:val="24"/>
          <w:szCs w:val="24"/>
        </w:rPr>
        <w:t xml:space="preserve"> </w:t>
      </w:r>
      <w:r w:rsidRPr="00CD01B9">
        <w:rPr>
          <w:rFonts w:ascii="Times New Roman" w:hAnsi="Times New Roman" w:cs="Times New Roman"/>
          <w:sz w:val="24"/>
          <w:szCs w:val="24"/>
        </w:rPr>
        <w:t>„</w:t>
      </w:r>
      <w:r w:rsidR="00FD6D01" w:rsidRPr="00FD6D01">
        <w:rPr>
          <w:rFonts w:ascii="Times New Roman" w:hAnsi="Times New Roman" w:cs="Times New Roman"/>
          <w:bCs/>
          <w:i/>
          <w:sz w:val="24"/>
          <w:szCs w:val="24"/>
        </w:rPr>
        <w:t>Paeküla-Riitsalu</w:t>
      </w:r>
      <w:r w:rsidR="00563F02" w:rsidRPr="00563F02">
        <w:rPr>
          <w:rFonts w:ascii="Times New Roman" w:hAnsi="Times New Roman" w:cs="Times New Roman"/>
          <w:bCs/>
          <w:i/>
          <w:sz w:val="24"/>
          <w:szCs w:val="24"/>
        </w:rPr>
        <w:t xml:space="preserve"> maaparandussüsteemi ja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334141" w:rsidRPr="00334141">
        <w:rPr>
          <w:rFonts w:ascii="Times New Roman" w:hAnsi="Times New Roman" w:cs="Times New Roman"/>
          <w:sz w:val="24"/>
          <w:szCs w:val="24"/>
        </w:rPr>
        <w:t>285715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509D392" w:rsidR="00720E3E" w:rsidRPr="00281267" w:rsidRDefault="00FD6D01"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78859230"/>
      <w:r>
        <w:rPr>
          <w:rFonts w:ascii="Times New Roman" w:eastAsia="Times New Roman" w:hAnsi="Times New Roman" w:cs="Times New Roman"/>
          <w:sz w:val="24"/>
          <w:szCs w:val="24"/>
          <w:lang w:eastAsia="ar-SA"/>
        </w:rPr>
        <w:t>Kobras</w:t>
      </w:r>
      <w:r w:rsidR="00FE764F" w:rsidRPr="00FE764F">
        <w:rPr>
          <w:rFonts w:ascii="Times New Roman" w:eastAsia="Times New Roman" w:hAnsi="Times New Roman" w:cs="Times New Roman"/>
          <w:sz w:val="24"/>
          <w:szCs w:val="24"/>
          <w:lang w:eastAsia="ar-SA"/>
        </w:rPr>
        <w:t xml:space="preserve"> OÜ poolt koostatud </w:t>
      </w:r>
      <w:bookmarkStart w:id="1" w:name="_Hlk178858299"/>
      <w:r w:rsidR="00FE764F" w:rsidRPr="00FE764F">
        <w:rPr>
          <w:rFonts w:ascii="Times New Roman" w:eastAsia="Times New Roman" w:hAnsi="Times New Roman" w:cs="Times New Roman"/>
          <w:sz w:val="24"/>
          <w:szCs w:val="24"/>
          <w:lang w:eastAsia="ar-SA"/>
        </w:rPr>
        <w:t>„</w:t>
      </w:r>
      <w:r w:rsidRPr="00FD6D01">
        <w:rPr>
          <w:rFonts w:ascii="Times New Roman" w:eastAsia="Times New Roman" w:hAnsi="Times New Roman" w:cs="Times New Roman"/>
          <w:sz w:val="24"/>
          <w:szCs w:val="24"/>
          <w:lang w:eastAsia="ar-SA"/>
        </w:rPr>
        <w:t>Paeküla-Riitsalu</w:t>
      </w:r>
      <w:r w:rsidR="00FE764F" w:rsidRPr="00FE764F">
        <w:rPr>
          <w:rFonts w:ascii="Times New Roman" w:eastAsia="Times New Roman" w:hAnsi="Times New Roman" w:cs="Times New Roman"/>
          <w:sz w:val="24"/>
          <w:szCs w:val="24"/>
          <w:lang w:eastAsia="ar-SA"/>
        </w:rPr>
        <w:t xml:space="preserve"> maaparandusehitiste </w:t>
      </w:r>
      <w:r w:rsidR="00A22A5B" w:rsidRPr="00FE764F">
        <w:rPr>
          <w:rFonts w:ascii="Times New Roman" w:eastAsia="Times New Roman" w:hAnsi="Times New Roman" w:cs="Times New Roman"/>
          <w:sz w:val="24"/>
          <w:szCs w:val="24"/>
          <w:lang w:eastAsia="ar-SA"/>
        </w:rPr>
        <w:t>ja tee</w:t>
      </w:r>
      <w:r w:rsidR="00A22A5B">
        <w:rPr>
          <w:rFonts w:ascii="Times New Roman" w:eastAsia="Times New Roman" w:hAnsi="Times New Roman" w:cs="Times New Roman"/>
          <w:sz w:val="24"/>
          <w:szCs w:val="24"/>
          <w:lang w:eastAsia="ar-SA"/>
        </w:rPr>
        <w:t>de</w:t>
      </w:r>
      <w:r w:rsidR="00A22A5B" w:rsidRPr="00FE764F">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 xml:space="preserve">rekonstrueerimise </w:t>
      </w:r>
      <w:r w:rsidR="00A22A5B">
        <w:rPr>
          <w:rFonts w:ascii="Times New Roman" w:eastAsia="Times New Roman" w:hAnsi="Times New Roman" w:cs="Times New Roman"/>
          <w:sz w:val="24"/>
          <w:szCs w:val="24"/>
          <w:lang w:eastAsia="ar-SA"/>
        </w:rPr>
        <w:t>ehitus</w:t>
      </w:r>
      <w:r w:rsidR="00FE764F" w:rsidRPr="00FE764F">
        <w:rPr>
          <w:rFonts w:ascii="Times New Roman" w:eastAsia="Times New Roman" w:hAnsi="Times New Roman" w:cs="Times New Roman"/>
          <w:sz w:val="24"/>
          <w:szCs w:val="24"/>
          <w:lang w:eastAsia="ar-SA"/>
        </w:rPr>
        <w:t>projekt</w:t>
      </w:r>
      <w:r w:rsidR="00A22A5B">
        <w:rPr>
          <w:rFonts w:ascii="Times New Roman" w:eastAsia="Times New Roman" w:hAnsi="Times New Roman" w:cs="Times New Roman"/>
          <w:sz w:val="24"/>
          <w:szCs w:val="24"/>
          <w:lang w:eastAsia="ar-SA"/>
        </w:rPr>
        <w:t xml:space="preserve"> V</w:t>
      </w:r>
      <w:r w:rsidR="007A6D43">
        <w:rPr>
          <w:rFonts w:ascii="Times New Roman" w:eastAsia="Times New Roman" w:hAnsi="Times New Roman" w:cs="Times New Roman"/>
          <w:sz w:val="24"/>
          <w:szCs w:val="24"/>
          <w:lang w:eastAsia="ar-SA"/>
        </w:rPr>
        <w:t>03</w:t>
      </w:r>
      <w:r w:rsidR="00FE764F" w:rsidRPr="00FE764F">
        <w:rPr>
          <w:rFonts w:ascii="Times New Roman" w:eastAsia="Times New Roman" w:hAnsi="Times New Roman" w:cs="Times New Roman"/>
          <w:sz w:val="24"/>
          <w:szCs w:val="24"/>
          <w:lang w:eastAsia="ar-SA"/>
        </w:rPr>
        <w:t>“</w:t>
      </w:r>
      <w:bookmarkEnd w:id="0"/>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6443ADC"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A6D43">
        <w:rPr>
          <w:rFonts w:ascii="Times New Roman" w:hAnsi="Times New Roman" w:cs="Times New Roman"/>
          <w:sz w:val="24"/>
          <w:szCs w:val="24"/>
        </w:rPr>
        <w:t>Rapla</w:t>
      </w:r>
      <w:r w:rsidR="00240C3D" w:rsidRPr="002B15FF">
        <w:rPr>
          <w:rFonts w:ascii="Times New Roman" w:hAnsi="Times New Roman" w:cs="Times New Roman"/>
          <w:sz w:val="24"/>
          <w:szCs w:val="24"/>
        </w:rPr>
        <w:t xml:space="preserve"> maakonna </w:t>
      </w:r>
      <w:r w:rsidR="007A6D43" w:rsidRPr="007A6D43">
        <w:rPr>
          <w:rFonts w:ascii="Times New Roman" w:eastAsia="Times New Roman" w:hAnsi="Times New Roman" w:cs="Times New Roman"/>
          <w:bCs/>
          <w:sz w:val="24"/>
          <w:szCs w:val="24"/>
          <w:lang w:eastAsia="ar-SA"/>
        </w:rPr>
        <w:t>Paeküla-Riitsalu</w:t>
      </w:r>
      <w:r w:rsidR="001654D2" w:rsidRPr="001654D2">
        <w:rPr>
          <w:rFonts w:ascii="Times New Roman" w:eastAsia="Times New Roman" w:hAnsi="Times New Roman" w:cs="Times New Roman"/>
          <w:bCs/>
          <w:sz w:val="24"/>
          <w:szCs w:val="24"/>
          <w:lang w:eastAsia="ar-SA"/>
        </w:rPr>
        <w:t xml:space="preserve"> maaparandussüsteemi </w:t>
      </w:r>
      <w:r w:rsidR="001654D2">
        <w:rPr>
          <w:rFonts w:ascii="Times New Roman" w:eastAsia="Times New Roman" w:hAnsi="Times New Roman" w:cs="Times New Roman"/>
          <w:bCs/>
          <w:sz w:val="24"/>
          <w:szCs w:val="24"/>
          <w:lang w:eastAsia="ar-SA"/>
        </w:rPr>
        <w:t xml:space="preserve">ning </w:t>
      </w:r>
      <w:r w:rsidR="007A6D43">
        <w:rPr>
          <w:rFonts w:ascii="Times New Roman" w:eastAsia="Times New Roman" w:hAnsi="Times New Roman" w:cs="Times New Roman"/>
          <w:bCs/>
          <w:sz w:val="24"/>
          <w:szCs w:val="24"/>
          <w:lang w:eastAsia="ar-SA"/>
        </w:rPr>
        <w:t>Ure</w:t>
      </w:r>
      <w:r w:rsidR="00C66CD2">
        <w:rPr>
          <w:rFonts w:ascii="Times New Roman" w:eastAsia="Times New Roman" w:hAnsi="Times New Roman" w:cs="Times New Roman"/>
          <w:bCs/>
          <w:sz w:val="24"/>
          <w:szCs w:val="24"/>
          <w:lang w:eastAsia="ar-SA"/>
        </w:rPr>
        <w:t>metsa</w:t>
      </w:r>
      <w:r w:rsidR="00C722FF">
        <w:rPr>
          <w:rFonts w:ascii="Times New Roman" w:eastAsia="Times New Roman" w:hAnsi="Times New Roman" w:cs="Times New Roman"/>
          <w:bCs/>
          <w:sz w:val="24"/>
          <w:szCs w:val="24"/>
          <w:lang w:eastAsia="ar-SA"/>
        </w:rPr>
        <w:t xml:space="preserve"> tee ja </w:t>
      </w:r>
      <w:r w:rsidR="006D3975">
        <w:rPr>
          <w:rFonts w:ascii="Times New Roman" w:eastAsia="Times New Roman" w:hAnsi="Times New Roman" w:cs="Times New Roman"/>
          <w:bCs/>
          <w:sz w:val="24"/>
          <w:szCs w:val="24"/>
          <w:lang w:eastAsia="ar-SA"/>
        </w:rPr>
        <w:t>Mõ</w:t>
      </w:r>
      <w:r w:rsidR="00C66CD2">
        <w:rPr>
          <w:rFonts w:ascii="Times New Roman" w:eastAsia="Times New Roman" w:hAnsi="Times New Roman" w:cs="Times New Roman"/>
          <w:bCs/>
          <w:sz w:val="24"/>
          <w:szCs w:val="24"/>
          <w:lang w:eastAsia="ar-SA"/>
        </w:rPr>
        <w:t>r</w:t>
      </w:r>
      <w:r w:rsidR="006D3975">
        <w:rPr>
          <w:rFonts w:ascii="Times New Roman" w:eastAsia="Times New Roman" w:hAnsi="Times New Roman" w:cs="Times New Roman"/>
          <w:bCs/>
          <w:sz w:val="24"/>
          <w:szCs w:val="24"/>
          <w:lang w:eastAsia="ar-SA"/>
        </w:rPr>
        <w:t>a</w:t>
      </w:r>
      <w:r w:rsidR="00C66CD2">
        <w:rPr>
          <w:rFonts w:ascii="Times New Roman" w:eastAsia="Times New Roman" w:hAnsi="Times New Roman" w:cs="Times New Roman"/>
          <w:bCs/>
          <w:sz w:val="24"/>
          <w:szCs w:val="24"/>
          <w:lang w:eastAsia="ar-SA"/>
        </w:rPr>
        <w:t>ste-Liivaaugu</w:t>
      </w:r>
      <w:r w:rsidR="00312364">
        <w:rPr>
          <w:rFonts w:ascii="Times New Roman" w:eastAsia="Times New Roman" w:hAnsi="Times New Roman" w:cs="Times New Roman"/>
          <w:bCs/>
          <w:sz w:val="24"/>
          <w:szCs w:val="24"/>
          <w:lang w:eastAsia="ar-SA"/>
        </w:rPr>
        <w:t xml:space="preserve"> tee 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 xml:space="preserve">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7F0E7B7"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66CD2">
        <w:rPr>
          <w:rFonts w:ascii="Times New Roman" w:hAnsi="Times New Roman" w:cs="Times New Roman"/>
          <w:sz w:val="24"/>
          <w:szCs w:val="24"/>
        </w:rPr>
        <w:t>Kobras</w:t>
      </w:r>
      <w:r w:rsidR="004E606F" w:rsidRPr="004E606F">
        <w:rPr>
          <w:rFonts w:ascii="Times New Roman" w:hAnsi="Times New Roman" w:cs="Times New Roman"/>
          <w:sz w:val="24"/>
          <w:szCs w:val="24"/>
        </w:rPr>
        <w:t xml:space="preserve"> OÜ poolt koostatud </w:t>
      </w:r>
      <w:r w:rsidR="00C66CD2" w:rsidRPr="00C66CD2">
        <w:rPr>
          <w:rFonts w:ascii="Times New Roman" w:hAnsi="Times New Roman" w:cs="Times New Roman"/>
          <w:sz w:val="24"/>
          <w:szCs w:val="24"/>
        </w:rPr>
        <w:t>Paeküla-Riitsalu</w:t>
      </w:r>
      <w:r w:rsidR="004E606F" w:rsidRPr="004E606F">
        <w:rPr>
          <w:rFonts w:ascii="Times New Roman" w:hAnsi="Times New Roman" w:cs="Times New Roman"/>
          <w:sz w:val="24"/>
          <w:szCs w:val="24"/>
        </w:rPr>
        <w:t xml:space="preserve"> maaparandusehitiste </w:t>
      </w:r>
      <w:r w:rsidR="00C66CD2" w:rsidRPr="004E606F">
        <w:rPr>
          <w:rFonts w:ascii="Times New Roman" w:hAnsi="Times New Roman" w:cs="Times New Roman"/>
          <w:sz w:val="24"/>
          <w:szCs w:val="24"/>
        </w:rPr>
        <w:t>ja tee</w:t>
      </w:r>
      <w:r w:rsidR="00C66CD2">
        <w:rPr>
          <w:rFonts w:ascii="Times New Roman" w:hAnsi="Times New Roman" w:cs="Times New Roman"/>
          <w:sz w:val="24"/>
          <w:szCs w:val="24"/>
        </w:rPr>
        <w:t>de</w:t>
      </w:r>
      <w:r w:rsidR="00C66CD2" w:rsidRPr="004E606F">
        <w:rPr>
          <w:rFonts w:ascii="Times New Roman" w:hAnsi="Times New Roman" w:cs="Times New Roman"/>
          <w:sz w:val="24"/>
          <w:szCs w:val="24"/>
        </w:rPr>
        <w:t xml:space="preserve"> </w:t>
      </w:r>
      <w:r w:rsidR="004E606F" w:rsidRPr="004E606F">
        <w:rPr>
          <w:rFonts w:ascii="Times New Roman" w:hAnsi="Times New Roman" w:cs="Times New Roman"/>
          <w:sz w:val="24"/>
          <w:szCs w:val="24"/>
        </w:rPr>
        <w:t>rekonstrueerimise projekt</w:t>
      </w:r>
      <w:r w:rsidR="00F50351">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2E1E7E3C" w14:textId="27691DA5" w:rsidR="00AF53F3"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9C703D">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611F16">
        <w:rPr>
          <w:rFonts w:ascii="Times New Roman" w:eastAsia="Times New Roman" w:hAnsi="Times New Roman" w:cs="Times New Roman"/>
          <w:sz w:val="24"/>
          <w:szCs w:val="24"/>
        </w:rPr>
        <w:t>5</w:t>
      </w:r>
      <w:r w:rsidR="009A5C40">
        <w:rPr>
          <w:rFonts w:ascii="Times New Roman" w:eastAsia="Times New Roman" w:hAnsi="Times New Roman" w:cs="Times New Roman"/>
          <w:sz w:val="24"/>
          <w:szCs w:val="24"/>
        </w:rPr>
        <w:t>6</w:t>
      </w:r>
      <w:r w:rsidR="00611F16">
        <w:rPr>
          <w:rFonts w:ascii="Times New Roman" w:eastAsia="Times New Roman" w:hAnsi="Times New Roman" w:cs="Times New Roman"/>
          <w:sz w:val="24"/>
          <w:szCs w:val="24"/>
        </w:rPr>
        <w:t>-</w:t>
      </w:r>
      <w:r w:rsidR="009A5C40">
        <w:rPr>
          <w:rFonts w:ascii="Times New Roman" w:eastAsia="Times New Roman" w:hAnsi="Times New Roman" w:cs="Times New Roman"/>
          <w:sz w:val="24"/>
          <w:szCs w:val="24"/>
        </w:rPr>
        <w:t>63</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5EA00A1" w14:textId="382B06AF" w:rsidR="00A9541A" w:rsidRDefault="009C46E3" w:rsidP="00501302">
      <w:pPr>
        <w:pStyle w:val="Pealkiri3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Keskkonnaalased eritingimused ja ajalised piirtangud puuduvad</w:t>
      </w:r>
      <w:r w:rsidR="00104954" w:rsidRPr="00104954">
        <w:rPr>
          <w:rStyle w:val="normal1"/>
          <w:rFonts w:cs="Times New Roman"/>
          <w:i/>
          <w:iCs/>
          <w:szCs w:val="24"/>
        </w:rPr>
        <w:t>.</w:t>
      </w:r>
      <w:r w:rsidR="000E2AE2">
        <w:rPr>
          <w:rStyle w:val="normal1"/>
          <w:rFonts w:cs="Times New Roman"/>
          <w:i/>
          <w:iCs/>
          <w:szCs w:val="24"/>
        </w:rPr>
        <w:t xml:space="preserve"> </w:t>
      </w:r>
      <w:r w:rsidR="00981CC4">
        <w:rPr>
          <w:rStyle w:val="normal1"/>
          <w:rFonts w:cs="Times New Roman"/>
          <w:i/>
          <w:iCs/>
          <w:szCs w:val="24"/>
        </w:rPr>
        <w:t>Ala piirneb Ureveere metsise püsielupaiga</w:t>
      </w:r>
      <w:r w:rsidR="00F71681">
        <w:rPr>
          <w:rStyle w:val="normal1"/>
          <w:rFonts w:cs="Times New Roman"/>
          <w:i/>
          <w:iCs/>
          <w:szCs w:val="24"/>
        </w:rPr>
        <w:t xml:space="preserve"> sihtkaitse vööndiga ja Uremetsa tee lõpp asub </w:t>
      </w:r>
      <w:r w:rsidR="004B0662">
        <w:rPr>
          <w:rStyle w:val="normal1"/>
          <w:rFonts w:cs="Times New Roman"/>
          <w:i/>
          <w:iCs/>
          <w:szCs w:val="24"/>
        </w:rPr>
        <w:t>väikeses osas Paeküla hoiualal.</w:t>
      </w:r>
      <w:r w:rsidR="0086525C">
        <w:rPr>
          <w:rStyle w:val="normal1"/>
          <w:rFonts w:cs="Times New Roman"/>
          <w:i/>
          <w:iCs/>
          <w:szCs w:val="24"/>
        </w:rPr>
        <w:t xml:space="preserve"> </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2"/>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63022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3"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3"/>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2F87C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4"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4"/>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7360F4C" w:rsidR="00B1084B" w:rsidRPr="002D312C"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 xml:space="preserve">metsataristu </w:t>
      </w:r>
      <w:r w:rsidR="00F04FB6" w:rsidRPr="002D312C">
        <w:rPr>
          <w:rFonts w:ascii="Times New Roman" w:hAnsi="Times New Roman" w:cs="Times New Roman"/>
          <w:sz w:val="24"/>
          <w:szCs w:val="24"/>
        </w:rPr>
        <w:t>spetsialist</w:t>
      </w:r>
      <w:r w:rsidR="000D545C" w:rsidRPr="002D312C">
        <w:rPr>
          <w:rFonts w:ascii="Times New Roman" w:hAnsi="Times New Roman" w:cs="Times New Roman"/>
          <w:sz w:val="24"/>
          <w:szCs w:val="24"/>
        </w:rPr>
        <w:t xml:space="preserve"> </w:t>
      </w:r>
      <w:r w:rsidR="002D312C" w:rsidRPr="002D312C">
        <w:rPr>
          <w:rFonts w:ascii="Times New Roman" w:eastAsia="Times New Roman" w:hAnsi="Times New Roman" w:cs="Times New Roman"/>
          <w:sz w:val="24"/>
          <w:szCs w:val="24"/>
        </w:rPr>
        <w:t xml:space="preserve">Enn Raav tel: 56479639; e-post: </w:t>
      </w:r>
      <w:hyperlink r:id="rId9" w:history="1">
        <w:r w:rsidR="002D312C" w:rsidRPr="002D312C">
          <w:rPr>
            <w:rStyle w:val="Hperlink"/>
            <w:rFonts w:ascii="Times New Roman" w:eastAsia="Times New Roman" w:hAnsi="Times New Roman" w:cs="Times New Roman"/>
            <w:sz w:val="24"/>
            <w:szCs w:val="24"/>
          </w:rPr>
          <w:t>enn.raav@rmk.ee</w:t>
        </w:r>
      </w:hyperlink>
      <w:r w:rsidR="002D312C" w:rsidRPr="002D312C">
        <w:rPr>
          <w:rFonts w:ascii="Times New Roman" w:eastAsia="Times New Roman" w:hAnsi="Times New Roman" w:cs="Times New Roman"/>
          <w:sz w:val="24"/>
          <w:szCs w:val="24"/>
        </w:rPr>
        <w:t>.</w:t>
      </w:r>
      <w:r w:rsidR="00FE308B" w:rsidRPr="002D312C">
        <w:rPr>
          <w:rFonts w:ascii="Times New Roman" w:eastAsia="Times New Roman" w:hAnsi="Times New Roman" w:cs="Times New Roman"/>
          <w:sz w:val="24"/>
          <w:szCs w:val="24"/>
        </w:rPr>
        <w:t xml:space="preserve"> </w:t>
      </w:r>
      <w:r w:rsidR="00892971" w:rsidRPr="002D312C">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5"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5"/>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6" w:name="_Hlk148365181"/>
      <w:r w:rsidR="00D247B5">
        <w:rPr>
          <w:b/>
          <w:bCs/>
        </w:rPr>
        <w:t>NÕUDED ISIKUKAITSEVAHENDITE KASUTAMISEKS</w:t>
      </w:r>
      <w:bookmarkEnd w:id="6"/>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7"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7"/>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12EFE" w14:textId="77777777" w:rsidR="002332C3" w:rsidRDefault="002332C3" w:rsidP="00705773">
      <w:pPr>
        <w:spacing w:after="0" w:line="240" w:lineRule="auto"/>
      </w:pPr>
      <w:r>
        <w:separator/>
      </w:r>
    </w:p>
  </w:endnote>
  <w:endnote w:type="continuationSeparator" w:id="0">
    <w:p w14:paraId="5B24CE08" w14:textId="77777777" w:rsidR="002332C3" w:rsidRDefault="002332C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005A7" w14:textId="77777777" w:rsidR="002332C3" w:rsidRDefault="002332C3" w:rsidP="00705773">
      <w:pPr>
        <w:spacing w:after="0" w:line="240" w:lineRule="auto"/>
      </w:pPr>
      <w:r>
        <w:separator/>
      </w:r>
    </w:p>
  </w:footnote>
  <w:footnote w:type="continuationSeparator" w:id="0">
    <w:p w14:paraId="7C35110B" w14:textId="77777777" w:rsidR="002332C3" w:rsidRDefault="002332C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2AE2"/>
    <w:rsid w:val="000E5F28"/>
    <w:rsid w:val="000F2C04"/>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32C3"/>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312C"/>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34141"/>
    <w:rsid w:val="003403F1"/>
    <w:rsid w:val="00342019"/>
    <w:rsid w:val="00342A7D"/>
    <w:rsid w:val="00346054"/>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0662"/>
    <w:rsid w:val="004B1E9F"/>
    <w:rsid w:val="004B315A"/>
    <w:rsid w:val="004C1F0A"/>
    <w:rsid w:val="004C3136"/>
    <w:rsid w:val="004C3D94"/>
    <w:rsid w:val="004C6088"/>
    <w:rsid w:val="004C6689"/>
    <w:rsid w:val="004C7BC9"/>
    <w:rsid w:val="004D53C3"/>
    <w:rsid w:val="004D53FC"/>
    <w:rsid w:val="004D6BDF"/>
    <w:rsid w:val="004D7234"/>
    <w:rsid w:val="004E2589"/>
    <w:rsid w:val="004E25A8"/>
    <w:rsid w:val="004E3C0E"/>
    <w:rsid w:val="004E606F"/>
    <w:rsid w:val="004E6276"/>
    <w:rsid w:val="004E6B3B"/>
    <w:rsid w:val="004E7551"/>
    <w:rsid w:val="004E7CC9"/>
    <w:rsid w:val="004F1809"/>
    <w:rsid w:val="004F4A55"/>
    <w:rsid w:val="004F5D8E"/>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4F7"/>
    <w:rsid w:val="00534E6F"/>
    <w:rsid w:val="00540697"/>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0625"/>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A6D43"/>
    <w:rsid w:val="007B1095"/>
    <w:rsid w:val="007B2B2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1CC4"/>
    <w:rsid w:val="00983E47"/>
    <w:rsid w:val="0098600A"/>
    <w:rsid w:val="00987177"/>
    <w:rsid w:val="00993638"/>
    <w:rsid w:val="009947B4"/>
    <w:rsid w:val="00995246"/>
    <w:rsid w:val="009A2A1B"/>
    <w:rsid w:val="009A2C2D"/>
    <w:rsid w:val="009A499D"/>
    <w:rsid w:val="009A5C40"/>
    <w:rsid w:val="009B262F"/>
    <w:rsid w:val="009C46E3"/>
    <w:rsid w:val="009C67E8"/>
    <w:rsid w:val="009C703D"/>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2A5B"/>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69E"/>
    <w:rsid w:val="00B06B9B"/>
    <w:rsid w:val="00B1084B"/>
    <w:rsid w:val="00B11A0D"/>
    <w:rsid w:val="00B154EE"/>
    <w:rsid w:val="00B2088B"/>
    <w:rsid w:val="00B239B4"/>
    <w:rsid w:val="00B25B6B"/>
    <w:rsid w:val="00B3084F"/>
    <w:rsid w:val="00B31395"/>
    <w:rsid w:val="00B40633"/>
    <w:rsid w:val="00B4132B"/>
    <w:rsid w:val="00B4150D"/>
    <w:rsid w:val="00B45F35"/>
    <w:rsid w:val="00B51865"/>
    <w:rsid w:val="00B53CB7"/>
    <w:rsid w:val="00B5424E"/>
    <w:rsid w:val="00B554C2"/>
    <w:rsid w:val="00B57319"/>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66CD2"/>
    <w:rsid w:val="00C722FF"/>
    <w:rsid w:val="00C74515"/>
    <w:rsid w:val="00C751C3"/>
    <w:rsid w:val="00C7579D"/>
    <w:rsid w:val="00C76CE0"/>
    <w:rsid w:val="00C8371F"/>
    <w:rsid w:val="00C86682"/>
    <w:rsid w:val="00C869BE"/>
    <w:rsid w:val="00C87FB5"/>
    <w:rsid w:val="00C91E96"/>
    <w:rsid w:val="00C92420"/>
    <w:rsid w:val="00C95CB2"/>
    <w:rsid w:val="00CA3267"/>
    <w:rsid w:val="00CA3D20"/>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685A"/>
    <w:rsid w:val="00DA71FA"/>
    <w:rsid w:val="00DA75A8"/>
    <w:rsid w:val="00DB6EDE"/>
    <w:rsid w:val="00DC47AE"/>
    <w:rsid w:val="00DD1B39"/>
    <w:rsid w:val="00DD3DC4"/>
    <w:rsid w:val="00DD594C"/>
    <w:rsid w:val="00DD78C5"/>
    <w:rsid w:val="00DD78EF"/>
    <w:rsid w:val="00DE706F"/>
    <w:rsid w:val="00DF57FE"/>
    <w:rsid w:val="00E031BB"/>
    <w:rsid w:val="00E0794C"/>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6099B"/>
    <w:rsid w:val="00E7790D"/>
    <w:rsid w:val="00E8142F"/>
    <w:rsid w:val="00E821F7"/>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681"/>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277A"/>
    <w:rsid w:val="00FD4634"/>
    <w:rsid w:val="00FD4BF2"/>
    <w:rsid w:val="00FD5881"/>
    <w:rsid w:val="00FD6D01"/>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344F7"/>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F67E6"/>
    <w:rsid w:val="009045EF"/>
    <w:rsid w:val="00914169"/>
    <w:rsid w:val="009200D6"/>
    <w:rsid w:val="009267EA"/>
    <w:rsid w:val="00942336"/>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639C7"/>
    <w:rsid w:val="00C967F0"/>
    <w:rsid w:val="00CA3281"/>
    <w:rsid w:val="00CA3D20"/>
    <w:rsid w:val="00CA4BE3"/>
    <w:rsid w:val="00CD1D06"/>
    <w:rsid w:val="00D23F46"/>
    <w:rsid w:val="00D51F72"/>
    <w:rsid w:val="00D52DC6"/>
    <w:rsid w:val="00D56455"/>
    <w:rsid w:val="00D75D47"/>
    <w:rsid w:val="00D76BBE"/>
    <w:rsid w:val="00DA13A4"/>
    <w:rsid w:val="00DB0041"/>
    <w:rsid w:val="00DB3619"/>
    <w:rsid w:val="00DD1050"/>
    <w:rsid w:val="00DE7E8F"/>
    <w:rsid w:val="00DF57E4"/>
    <w:rsid w:val="00E0794C"/>
    <w:rsid w:val="00E47491"/>
    <w:rsid w:val="00E609E0"/>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150</TotalTime>
  <Pages>14</Pages>
  <Words>5091</Words>
  <Characters>29529</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154</cp:revision>
  <dcterms:created xsi:type="dcterms:W3CDTF">2024-03-28T11:09:00Z</dcterms:created>
  <dcterms:modified xsi:type="dcterms:W3CDTF">2024-10-14T10:54:00Z</dcterms:modified>
</cp:coreProperties>
</file>